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BCAAC" w14:textId="77777777" w:rsidR="008C50E7" w:rsidRPr="00C83139" w:rsidRDefault="008C50E7" w:rsidP="00A57441">
      <w:pPr>
        <w:pStyle w:val="Titolo"/>
        <w:rPr>
          <w:rFonts w:ascii="Arial" w:hAnsi="Arial" w:cs="Arial"/>
          <w:sz w:val="32"/>
          <w:szCs w:val="32"/>
        </w:rPr>
      </w:pPr>
    </w:p>
    <w:p w14:paraId="541AD8D0" w14:textId="77777777" w:rsidR="00A57441" w:rsidRPr="00913F61" w:rsidRDefault="00A57441" w:rsidP="001A4078">
      <w:pPr>
        <w:pStyle w:val="Titolo"/>
        <w:pBdr>
          <w:top w:val="single" w:sz="4" w:space="1" w:color="auto"/>
        </w:pBdr>
        <w:rPr>
          <w:rFonts w:ascii="Arial" w:hAnsi="Arial" w:cs="Arial"/>
          <w:bCs/>
          <w:sz w:val="32"/>
          <w:szCs w:val="32"/>
        </w:rPr>
      </w:pPr>
      <w:r w:rsidRPr="00913F61">
        <w:rPr>
          <w:rFonts w:ascii="Arial" w:hAnsi="Arial" w:cs="Arial"/>
          <w:bCs/>
          <w:sz w:val="32"/>
          <w:szCs w:val="32"/>
        </w:rPr>
        <w:t xml:space="preserve">VERIFY </w:t>
      </w:r>
      <w:r w:rsidR="00D30C22" w:rsidRPr="00913F61">
        <w:rPr>
          <w:rFonts w:ascii="Arial" w:hAnsi="Arial" w:cs="Arial"/>
          <w:bCs/>
          <w:sz w:val="32"/>
          <w:szCs w:val="32"/>
        </w:rPr>
        <w:t>COOL</w:t>
      </w:r>
      <w:r w:rsidR="00282412" w:rsidRPr="00913F61">
        <w:rPr>
          <w:rFonts w:ascii="Arial" w:hAnsi="Arial" w:cs="Arial"/>
          <w:bCs/>
          <w:sz w:val="32"/>
          <w:szCs w:val="32"/>
        </w:rPr>
        <w:t>ING</w:t>
      </w:r>
    </w:p>
    <w:tbl>
      <w:tblPr>
        <w:tblW w:w="10423" w:type="dxa"/>
        <w:tblLayout w:type="fixed"/>
        <w:tblLook w:val="04A0" w:firstRow="1" w:lastRow="0" w:firstColumn="1" w:lastColumn="0" w:noHBand="0" w:noVBand="1"/>
      </w:tblPr>
      <w:tblGrid>
        <w:gridCol w:w="2266"/>
        <w:gridCol w:w="675"/>
        <w:gridCol w:w="2129"/>
        <w:gridCol w:w="30"/>
        <w:gridCol w:w="287"/>
        <w:gridCol w:w="1414"/>
        <w:gridCol w:w="1242"/>
        <w:gridCol w:w="712"/>
        <w:gridCol w:w="317"/>
        <w:gridCol w:w="1351"/>
      </w:tblGrid>
      <w:tr w:rsidR="00E644FA" w:rsidRPr="00624DCD" w14:paraId="1A72C3D1" w14:textId="77777777" w:rsidTr="0023610C">
        <w:tc>
          <w:tcPr>
            <w:tcW w:w="2266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24FC8379" w14:textId="77777777" w:rsidR="006B1AD9" w:rsidRPr="00624DCD" w:rsidRDefault="006B1AD9" w:rsidP="00E644FA">
            <w:pPr>
              <w:spacing w:after="0"/>
              <w:rPr>
                <w:rStyle w:val="Enfasigrassetto"/>
                <w:rFonts w:ascii="Arial" w:hAnsi="Arial" w:cs="Arial"/>
                <w:sz w:val="18"/>
                <w:szCs w:val="18"/>
              </w:rPr>
            </w:pPr>
            <w:r w:rsidRPr="00624DCD">
              <w:rPr>
                <w:rStyle w:val="Enfasigrassetto"/>
                <w:rFonts w:ascii="Arial" w:hAnsi="Arial" w:cs="Arial"/>
                <w:sz w:val="18"/>
                <w:szCs w:val="18"/>
              </w:rPr>
              <w:t>Project</w:t>
            </w:r>
          </w:p>
        </w:tc>
        <w:tc>
          <w:tcPr>
            <w:tcW w:w="675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064C7F9E" w14:textId="77777777" w:rsidR="006B1AD9" w:rsidRPr="00624DCD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9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3FC88EE4" w14:textId="77777777" w:rsidR="006B1AD9" w:rsidRPr="00624DCD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0C1E870A" w14:textId="77777777" w:rsidR="006B1AD9" w:rsidRPr="00624DCD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6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0A2F45AE" w14:textId="77777777" w:rsidR="006B1AD9" w:rsidRPr="00624DCD" w:rsidRDefault="006B1AD9" w:rsidP="00E644FA">
            <w:pPr>
              <w:spacing w:after="0"/>
              <w:rPr>
                <w:rStyle w:val="Enfasigrassetto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0" w:type="dxa"/>
            <w:gridSpan w:val="3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5290DCC8" w14:textId="77777777" w:rsidR="006B1AD9" w:rsidRPr="00624DCD" w:rsidRDefault="006B1AD9" w:rsidP="00E644FA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153" w:rsidRPr="00624DCD" w14:paraId="4DFD95E9" w14:textId="77777777" w:rsidTr="0023610C">
        <w:tc>
          <w:tcPr>
            <w:tcW w:w="2266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3FCEF6A0" w14:textId="77777777" w:rsidR="00314153" w:rsidRPr="00624DCD" w:rsidRDefault="00314153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>Customer</w:t>
            </w:r>
          </w:p>
        </w:tc>
        <w:tc>
          <w:tcPr>
            <w:tcW w:w="2804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01D83FD4" w14:textId="77777777" w:rsidR="00314153" w:rsidRPr="00624DCD" w:rsidRDefault="00314153" w:rsidP="00426C1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0" w:name="CUSTOMER"/>
            <w:bookmarkEnd w:id="0"/>
          </w:p>
        </w:tc>
        <w:tc>
          <w:tcPr>
            <w:tcW w:w="317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60156A7A" w14:textId="77777777" w:rsidR="00314153" w:rsidRPr="00624DCD" w:rsidRDefault="00314153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30A2A895" w14:textId="77777777" w:rsidR="00314153" w:rsidRPr="00624DCD" w:rsidRDefault="00314153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>Reference</w:t>
            </w:r>
          </w:p>
        </w:tc>
        <w:tc>
          <w:tcPr>
            <w:tcW w:w="3622" w:type="dxa"/>
            <w:gridSpan w:val="4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6B2A39F0" w14:textId="77777777" w:rsidR="00314153" w:rsidRPr="00624DCD" w:rsidRDefault="00314153" w:rsidP="003141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" w:name="REFERENCE"/>
            <w:bookmarkEnd w:id="1"/>
          </w:p>
        </w:tc>
      </w:tr>
      <w:tr w:rsidR="0000069A" w:rsidRPr="00624DCD" w14:paraId="554FB2F8" w14:textId="77777777" w:rsidTr="00236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C28AD" w14:textId="77777777" w:rsidR="0000069A" w:rsidRPr="00624DCD" w:rsidRDefault="0000069A" w:rsidP="00EF54D4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>Description</w:t>
            </w:r>
          </w:p>
        </w:tc>
        <w:tc>
          <w:tcPr>
            <w:tcW w:w="2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16A7D" w14:textId="77777777" w:rsidR="0000069A" w:rsidRPr="00624DCD" w:rsidRDefault="0000069A" w:rsidP="00EF54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2" w:name="DESCRIPTION"/>
            <w:bookmarkEnd w:id="2"/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EF7C7" w14:textId="77777777" w:rsidR="0000069A" w:rsidRPr="00624DCD" w:rsidRDefault="0000069A" w:rsidP="00EF54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47A3D" w14:textId="77777777" w:rsidR="0000069A" w:rsidRPr="00624DCD" w:rsidRDefault="0000069A" w:rsidP="00EF54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2540D" w14:textId="77777777" w:rsidR="0000069A" w:rsidRPr="00624DCD" w:rsidRDefault="0000069A" w:rsidP="00EF54D4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F1AB0" w14:textId="77777777" w:rsidR="0000069A" w:rsidRPr="00624DCD" w:rsidRDefault="0000069A" w:rsidP="00EF54D4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47DF" w:rsidRPr="00624DCD" w14:paraId="64922207" w14:textId="77777777" w:rsidTr="00236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1B68C" w14:textId="77777777" w:rsidR="009847DF" w:rsidRPr="00624DCD" w:rsidRDefault="009847DF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>Geometry</w:t>
            </w:r>
          </w:p>
        </w:tc>
        <w:tc>
          <w:tcPr>
            <w:tcW w:w="8157" w:type="dxa"/>
            <w:gridSpan w:val="9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150CA1" w14:textId="77777777" w:rsidR="009847DF" w:rsidRPr="00624DCD" w:rsidRDefault="009847DF" w:rsidP="009847D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3" w:name="GEOMETRY"/>
            <w:bookmarkEnd w:id="3"/>
          </w:p>
        </w:tc>
      </w:tr>
      <w:tr w:rsidR="00ED4EC9" w:rsidRPr="00624DCD" w14:paraId="1751CAA4" w14:textId="77777777" w:rsidTr="00236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04075" w14:textId="77777777" w:rsidR="00ED4EC9" w:rsidRPr="00624DCD" w:rsidRDefault="00ED4EC9" w:rsidP="009847DF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>Fin Type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5A125" w14:textId="77777777" w:rsidR="00ED4EC9" w:rsidRPr="00624DCD" w:rsidRDefault="00ED4EC9" w:rsidP="009847D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4" w:name="FINTYPE"/>
            <w:bookmarkEnd w:id="4"/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3DDB6" w14:textId="77777777" w:rsidR="00ED4EC9" w:rsidRPr="00624DCD" w:rsidRDefault="00ED4EC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D5DB7" w14:textId="77777777" w:rsidR="00ED4EC9" w:rsidRPr="00624DCD" w:rsidRDefault="009B56CF" w:rsidP="009B56CF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Fin spacing [</w:t>
            </w:r>
            <w:r w:rsidR="00ED4EC9" w:rsidRPr="00624DCD">
              <w:rPr>
                <w:rFonts w:ascii="Arial" w:hAnsi="Arial" w:cs="Arial"/>
                <w:i/>
                <w:sz w:val="18"/>
                <w:szCs w:val="18"/>
              </w:rPr>
              <w:t>thickness</w:t>
            </w:r>
            <w:r>
              <w:rPr>
                <w:rFonts w:ascii="Arial" w:hAnsi="Arial" w:cs="Arial"/>
                <w:i/>
                <w:sz w:val="18"/>
                <w:szCs w:val="18"/>
              </w:rPr>
              <w:t>] (mm)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12414" w14:textId="77777777" w:rsidR="00ED4EC9" w:rsidRPr="00624DCD" w:rsidRDefault="00ED4EC9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5" w:name="FINSPACING_AND_THICKNESS"/>
            <w:bookmarkEnd w:id="5"/>
          </w:p>
        </w:tc>
      </w:tr>
      <w:tr w:rsidR="00ED4EC9" w:rsidRPr="00624DCD" w14:paraId="0D36D8FC" w14:textId="77777777" w:rsidTr="00236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7B1F9" w14:textId="77777777" w:rsidR="00ED4EC9" w:rsidRPr="00624DCD" w:rsidRDefault="00CD1FC4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>Finned HxL(mm)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3605E" w14:textId="77777777" w:rsidR="00ED4EC9" w:rsidRPr="00624DCD" w:rsidRDefault="00ED4EC9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6" w:name="HxL"/>
            <w:bookmarkEnd w:id="6"/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4D7DC" w14:textId="77777777" w:rsidR="00ED4EC9" w:rsidRPr="00624DCD" w:rsidRDefault="00ED4EC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9C100" w14:textId="77777777" w:rsidR="00ED4EC9" w:rsidRPr="00624DCD" w:rsidRDefault="00ED4EC9" w:rsidP="00516AC6">
            <w:pPr>
              <w:spacing w:after="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  <w:lang w:val="en-US"/>
              </w:rPr>
              <w:t>Circuits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E120B" w14:textId="77777777" w:rsidR="00ED4EC9" w:rsidRPr="00624DCD" w:rsidRDefault="00ED4EC9" w:rsidP="00BF5D29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7" w:name="CIRCUITS"/>
            <w:bookmarkEnd w:id="7"/>
          </w:p>
        </w:tc>
      </w:tr>
      <w:tr w:rsidR="00BF5D29" w:rsidRPr="00624DCD" w14:paraId="58A5E55E" w14:textId="77777777" w:rsidTr="00236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EFCBD" w14:textId="77777777" w:rsidR="00BF5D29" w:rsidRPr="00624DCD" w:rsidRDefault="00CD1FC4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>Rows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29330" w14:textId="77777777" w:rsidR="00BF5D29" w:rsidRPr="00624DCD" w:rsidRDefault="00BF5D29" w:rsidP="00CD1FC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8" w:name="ROWS"/>
            <w:bookmarkEnd w:id="8"/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55893" w14:textId="77777777" w:rsidR="00BF5D29" w:rsidRPr="00624DCD" w:rsidRDefault="00BF5D29" w:rsidP="00632758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3EBD3" w14:textId="77777777" w:rsidR="00BF5D29" w:rsidRPr="00624DCD" w:rsidRDefault="00BF5D29" w:rsidP="0063275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ADC97" w14:textId="77777777" w:rsidR="00BF5D29" w:rsidRPr="00624DCD" w:rsidRDefault="00BF5D29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>Unused tubes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D45A6" w14:textId="77777777" w:rsidR="00BF5D29" w:rsidRPr="00624DCD" w:rsidRDefault="00BF5D29" w:rsidP="00BF5D2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9" w:name="UNUSEDTUBES"/>
            <w:bookmarkEnd w:id="9"/>
          </w:p>
        </w:tc>
      </w:tr>
      <w:tr w:rsidR="00ED4EC9" w:rsidRPr="00624DCD" w14:paraId="58F5F51F" w14:textId="77777777" w:rsidTr="00236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D2ED9" w14:textId="77777777" w:rsidR="00ED4EC9" w:rsidRPr="00624DCD" w:rsidRDefault="00ED4EC9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>Altitude o.s.l. (m)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23A8" w14:textId="77777777" w:rsidR="00ED4EC9" w:rsidRPr="00624DCD" w:rsidRDefault="00ED4EC9" w:rsidP="00BF5D2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0" w:name="HSLM"/>
            <w:bookmarkEnd w:id="10"/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3C25E" w14:textId="77777777" w:rsidR="00ED4EC9" w:rsidRPr="00624DCD" w:rsidRDefault="00ED4EC9" w:rsidP="0063275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45DED" w14:textId="77777777" w:rsidR="00ED4EC9" w:rsidRPr="00624DCD" w:rsidRDefault="00ED4EC9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24DCD">
              <w:rPr>
                <w:rFonts w:ascii="Arial" w:hAnsi="Arial" w:cs="Arial"/>
                <w:i/>
                <w:sz w:val="18"/>
                <w:szCs w:val="18"/>
              </w:rPr>
              <w:t>Glycol (%)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41568" w14:textId="77777777" w:rsidR="00ED4EC9" w:rsidRPr="00624DCD" w:rsidRDefault="00ED4EC9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1" w:name="GLYCOL"/>
            <w:bookmarkEnd w:id="11"/>
          </w:p>
        </w:tc>
      </w:tr>
      <w:tr w:rsidR="00867B8F" w:rsidRPr="00624DCD" w14:paraId="056B7F4D" w14:textId="77777777" w:rsidTr="002361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63024" w14:textId="138D8971" w:rsidR="00867B8F" w:rsidRPr="00624DCD" w:rsidRDefault="00867B8F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Inside Volume (Liters)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1B8BC" w14:textId="77777777" w:rsidR="00867B8F" w:rsidRPr="00624DCD" w:rsidRDefault="00867B8F" w:rsidP="00BF5D2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2" w:name="VOLINT"/>
            <w:bookmarkEnd w:id="12"/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8CE40" w14:textId="77777777" w:rsidR="00867B8F" w:rsidRPr="00624DCD" w:rsidRDefault="00867B8F" w:rsidP="0063275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D51CF" w14:textId="77777777" w:rsidR="00867B8F" w:rsidRPr="00624DCD" w:rsidRDefault="00867B8F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81C88" w14:textId="77777777" w:rsidR="00867B8F" w:rsidRPr="00624DCD" w:rsidRDefault="00867B8F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Style w:val="Grigliatabell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662"/>
        <w:gridCol w:w="662"/>
        <w:gridCol w:w="663"/>
        <w:gridCol w:w="510"/>
        <w:gridCol w:w="673"/>
        <w:gridCol w:w="570"/>
        <w:gridCol w:w="706"/>
        <w:gridCol w:w="857"/>
        <w:gridCol w:w="665"/>
        <w:gridCol w:w="665"/>
        <w:gridCol w:w="665"/>
        <w:gridCol w:w="665"/>
        <w:gridCol w:w="667"/>
        <w:gridCol w:w="914"/>
      </w:tblGrid>
      <w:tr w:rsidR="00FE640C" w:rsidRPr="0082485D" w14:paraId="0CD0DDC4" w14:textId="77777777" w:rsidTr="00BD7B0B">
        <w:trPr>
          <w:jc w:val="right"/>
        </w:trPr>
        <w:tc>
          <w:tcPr>
            <w:tcW w:w="323" w:type="pct"/>
            <w:tcBorders>
              <w:top w:val="dotted" w:sz="4" w:space="0" w:color="auto"/>
            </w:tcBorders>
          </w:tcPr>
          <w:p w14:paraId="6EC984E5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324" w:type="pct"/>
            <w:tcBorders>
              <w:top w:val="dotted" w:sz="4" w:space="0" w:color="auto"/>
            </w:tcBorders>
          </w:tcPr>
          <w:p w14:paraId="43FC2ED7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V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324" w:type="pct"/>
            <w:tcBorders>
              <w:top w:val="dotted" w:sz="4" w:space="0" w:color="auto"/>
            </w:tcBorders>
          </w:tcPr>
          <w:p w14:paraId="3C9DCC71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325" w:type="pct"/>
            <w:tcBorders>
              <w:top w:val="dotted" w:sz="4" w:space="0" w:color="auto"/>
            </w:tcBorders>
          </w:tcPr>
          <w:p w14:paraId="0CB8D8D4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AI</w:t>
            </w:r>
          </w:p>
        </w:tc>
        <w:tc>
          <w:tcPr>
            <w:tcW w:w="250" w:type="pct"/>
            <w:tcBorders>
              <w:top w:val="dotted" w:sz="4" w:space="0" w:color="auto"/>
            </w:tcBorders>
          </w:tcPr>
          <w:p w14:paraId="2A630553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RH</w:t>
            </w:r>
            <w:r w:rsidRPr="00FE640C">
              <w:rPr>
                <w:rFonts w:ascii="Arial" w:hAnsi="Arial" w:cs="Arial"/>
                <w:b/>
                <w:sz w:val="18"/>
                <w:vertAlign w:val="subscript"/>
              </w:rPr>
              <w:t>I</w:t>
            </w:r>
          </w:p>
        </w:tc>
        <w:tc>
          <w:tcPr>
            <w:tcW w:w="330" w:type="pct"/>
            <w:tcBorders>
              <w:top w:val="dotted" w:sz="4" w:space="0" w:color="auto"/>
            </w:tcBorders>
          </w:tcPr>
          <w:p w14:paraId="33CFFF7E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AO</w:t>
            </w:r>
          </w:p>
        </w:tc>
        <w:tc>
          <w:tcPr>
            <w:tcW w:w="279" w:type="pct"/>
            <w:tcBorders>
              <w:top w:val="dotted" w:sz="4" w:space="0" w:color="auto"/>
            </w:tcBorders>
          </w:tcPr>
          <w:p w14:paraId="4D896368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RH</w:t>
            </w:r>
            <w:r w:rsidRPr="00FE640C">
              <w:rPr>
                <w:rFonts w:ascii="Arial" w:hAnsi="Arial" w:cs="Arial"/>
                <w:b/>
                <w:sz w:val="18"/>
                <w:vertAlign w:val="subscript"/>
              </w:rPr>
              <w:t>O</w:t>
            </w:r>
          </w:p>
        </w:tc>
        <w:tc>
          <w:tcPr>
            <w:tcW w:w="346" w:type="pct"/>
            <w:tcBorders>
              <w:top w:val="dotted" w:sz="4" w:space="0" w:color="auto"/>
            </w:tcBorders>
          </w:tcPr>
          <w:p w14:paraId="2AB7766F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TOT</w:t>
            </w:r>
          </w:p>
        </w:tc>
        <w:tc>
          <w:tcPr>
            <w:tcW w:w="420" w:type="pct"/>
            <w:tcBorders>
              <w:top w:val="dotted" w:sz="4" w:space="0" w:color="auto"/>
            </w:tcBorders>
          </w:tcPr>
          <w:p w14:paraId="5B473825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Q</w:t>
            </w:r>
            <w:r w:rsidRPr="00FE640C">
              <w:rPr>
                <w:rFonts w:ascii="Arial" w:hAnsi="Arial" w:cs="Arial"/>
                <w:b/>
                <w:sz w:val="18"/>
                <w:vertAlign w:val="subscript"/>
              </w:rPr>
              <w:t>SEN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 w14:paraId="5641C9A4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W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 w14:paraId="34E18F7E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W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V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 w14:paraId="4C4A925D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WI</w:t>
            </w:r>
          </w:p>
        </w:tc>
        <w:tc>
          <w:tcPr>
            <w:tcW w:w="326" w:type="pct"/>
            <w:tcBorders>
              <w:top w:val="dotted" w:sz="4" w:space="0" w:color="auto"/>
            </w:tcBorders>
          </w:tcPr>
          <w:p w14:paraId="63DDDF76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WU</w:t>
            </w:r>
          </w:p>
        </w:tc>
        <w:tc>
          <w:tcPr>
            <w:tcW w:w="327" w:type="pct"/>
            <w:tcBorders>
              <w:top w:val="dotted" w:sz="4" w:space="0" w:color="auto"/>
            </w:tcBorders>
          </w:tcPr>
          <w:p w14:paraId="51D29E5D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W</w:t>
            </w:r>
          </w:p>
        </w:tc>
        <w:tc>
          <w:tcPr>
            <w:tcW w:w="449" w:type="pct"/>
            <w:tcBorders>
              <w:top w:val="dotted" w:sz="4" w:space="0" w:color="auto"/>
            </w:tcBorders>
          </w:tcPr>
          <w:p w14:paraId="1812303A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</w:p>
        </w:tc>
      </w:tr>
      <w:tr w:rsidR="00FE640C" w:rsidRPr="0082485D" w14:paraId="501E5F17" w14:textId="77777777" w:rsidTr="00612032">
        <w:trPr>
          <w:jc w:val="right"/>
        </w:trPr>
        <w:tc>
          <w:tcPr>
            <w:tcW w:w="323" w:type="pct"/>
            <w:tcBorders>
              <w:bottom w:val="dotted" w:sz="4" w:space="0" w:color="auto"/>
            </w:tcBorders>
          </w:tcPr>
          <w:p w14:paraId="43D860A0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m</w:t>
            </w:r>
            <w:r w:rsidRPr="0082485D">
              <w:rPr>
                <w:rFonts w:ascii="Arial" w:hAnsi="Arial" w:cs="Arial"/>
                <w:b/>
                <w:sz w:val="18"/>
                <w:vertAlign w:val="superscript"/>
              </w:rPr>
              <w:t>3</w:t>
            </w:r>
            <w:r w:rsidRPr="0082485D">
              <w:rPr>
                <w:rFonts w:ascii="Arial" w:hAnsi="Arial" w:cs="Arial"/>
                <w:b/>
                <w:sz w:val="18"/>
              </w:rPr>
              <w:t>/h</w:t>
            </w:r>
          </w:p>
        </w:tc>
        <w:tc>
          <w:tcPr>
            <w:tcW w:w="324" w:type="pct"/>
            <w:tcBorders>
              <w:bottom w:val="dotted" w:sz="4" w:space="0" w:color="auto"/>
            </w:tcBorders>
          </w:tcPr>
          <w:p w14:paraId="5EFFAB59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m/s</w:t>
            </w:r>
          </w:p>
        </w:tc>
        <w:tc>
          <w:tcPr>
            <w:tcW w:w="324" w:type="pct"/>
            <w:tcBorders>
              <w:bottom w:val="dotted" w:sz="4" w:space="0" w:color="auto"/>
            </w:tcBorders>
          </w:tcPr>
          <w:p w14:paraId="115D4B47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Pa</w:t>
            </w:r>
          </w:p>
        </w:tc>
        <w:tc>
          <w:tcPr>
            <w:tcW w:w="325" w:type="pct"/>
            <w:tcBorders>
              <w:bottom w:val="dotted" w:sz="4" w:space="0" w:color="auto"/>
            </w:tcBorders>
          </w:tcPr>
          <w:p w14:paraId="431DA362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250" w:type="pct"/>
            <w:tcBorders>
              <w:bottom w:val="dotted" w:sz="4" w:space="0" w:color="auto"/>
            </w:tcBorders>
          </w:tcPr>
          <w:p w14:paraId="6311B01B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%</w:t>
            </w:r>
          </w:p>
        </w:tc>
        <w:tc>
          <w:tcPr>
            <w:tcW w:w="330" w:type="pct"/>
            <w:tcBorders>
              <w:bottom w:val="dotted" w:sz="4" w:space="0" w:color="auto"/>
            </w:tcBorders>
          </w:tcPr>
          <w:p w14:paraId="389DDCEB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279" w:type="pct"/>
            <w:tcBorders>
              <w:bottom w:val="dotted" w:sz="4" w:space="0" w:color="auto"/>
            </w:tcBorders>
          </w:tcPr>
          <w:p w14:paraId="1B30E66F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%</w:t>
            </w:r>
          </w:p>
        </w:tc>
        <w:tc>
          <w:tcPr>
            <w:tcW w:w="346" w:type="pct"/>
            <w:tcBorders>
              <w:bottom w:val="dotted" w:sz="4" w:space="0" w:color="auto"/>
            </w:tcBorders>
          </w:tcPr>
          <w:p w14:paraId="3E04F99B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kW</w:t>
            </w:r>
          </w:p>
        </w:tc>
        <w:tc>
          <w:tcPr>
            <w:tcW w:w="420" w:type="pct"/>
            <w:tcBorders>
              <w:bottom w:val="dotted" w:sz="4" w:space="0" w:color="auto"/>
            </w:tcBorders>
          </w:tcPr>
          <w:p w14:paraId="5FE87B82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kW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 w14:paraId="74D72003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l/h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 w14:paraId="7BF4019B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m/s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 w14:paraId="5AEE9483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326" w:type="pct"/>
            <w:tcBorders>
              <w:bottom w:val="dotted" w:sz="4" w:space="0" w:color="auto"/>
            </w:tcBorders>
          </w:tcPr>
          <w:p w14:paraId="0DC45383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327" w:type="pct"/>
            <w:tcBorders>
              <w:bottom w:val="dotted" w:sz="4" w:space="0" w:color="auto"/>
            </w:tcBorders>
          </w:tcPr>
          <w:p w14:paraId="3FC48DF9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kPa</w:t>
            </w:r>
          </w:p>
        </w:tc>
        <w:tc>
          <w:tcPr>
            <w:tcW w:w="449" w:type="pct"/>
            <w:tcBorders>
              <w:bottom w:val="dotted" w:sz="4" w:space="0" w:color="auto"/>
            </w:tcBorders>
          </w:tcPr>
          <w:p w14:paraId="72876AF0" w14:textId="77777777" w:rsidR="00FE640C" w:rsidRPr="0082485D" w:rsidRDefault="00FE640C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3832D065" w14:textId="77777777" w:rsidR="004C7FC9" w:rsidRPr="00EB2FBE" w:rsidRDefault="004C7FC9" w:rsidP="00303A8F">
      <w:pPr>
        <w:tabs>
          <w:tab w:val="right" w:pos="567"/>
          <w:tab w:val="right" w:pos="1219"/>
          <w:tab w:val="right" w:pos="1871"/>
          <w:tab w:val="right" w:pos="2552"/>
          <w:tab w:val="right" w:pos="3005"/>
          <w:tab w:val="right" w:pos="3686"/>
          <w:tab w:val="right" w:pos="4253"/>
          <w:tab w:val="right" w:pos="4990"/>
          <w:tab w:val="right" w:pos="5897"/>
          <w:tab w:val="right" w:pos="6521"/>
          <w:tab w:val="right" w:pos="7201"/>
          <w:tab w:val="right" w:pos="7825"/>
          <w:tab w:val="right" w:pos="8505"/>
          <w:tab w:val="right" w:pos="9185"/>
          <w:tab w:val="right" w:pos="9923"/>
        </w:tabs>
        <w:spacing w:after="0"/>
        <w:rPr>
          <w:rFonts w:ascii="Arial" w:hAnsi="Arial" w:cs="Arial"/>
          <w:sz w:val="16"/>
        </w:rPr>
      </w:pPr>
      <w:bookmarkStart w:id="13" w:name="DATA"/>
      <w:bookmarkEnd w:id="13"/>
    </w:p>
    <w:sectPr w:rsidR="004C7FC9" w:rsidRPr="00EB2FBE" w:rsidSect="001531FC">
      <w:footerReference w:type="default" r:id="rId7"/>
      <w:pgSz w:w="11906" w:h="16838"/>
      <w:pgMar w:top="851" w:right="851" w:bottom="851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46CCB" w14:textId="77777777" w:rsidR="005F539D" w:rsidRDefault="005F539D" w:rsidP="00F430EA">
      <w:pPr>
        <w:spacing w:after="0" w:line="240" w:lineRule="auto"/>
      </w:pPr>
      <w:r>
        <w:separator/>
      </w:r>
    </w:p>
  </w:endnote>
  <w:endnote w:type="continuationSeparator" w:id="0">
    <w:p w14:paraId="234FB31C" w14:textId="77777777" w:rsidR="005F539D" w:rsidRDefault="005F539D" w:rsidP="00F4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6CF10" w14:textId="77777777" w:rsidR="00620D56" w:rsidRDefault="00620D56" w:rsidP="00620D56">
    <w:pPr>
      <w:pStyle w:val="Pidipagina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590573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59057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F5498" w14:textId="77777777" w:rsidR="005F539D" w:rsidRDefault="005F539D" w:rsidP="00F430EA">
      <w:pPr>
        <w:spacing w:after="0" w:line="240" w:lineRule="auto"/>
      </w:pPr>
      <w:r>
        <w:separator/>
      </w:r>
    </w:p>
  </w:footnote>
  <w:footnote w:type="continuationSeparator" w:id="0">
    <w:p w14:paraId="01AC76EF" w14:textId="77777777" w:rsidR="005F539D" w:rsidRDefault="005F539D" w:rsidP="00F430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68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F00"/>
    <w:rsid w:val="0000069A"/>
    <w:rsid w:val="0001059F"/>
    <w:rsid w:val="00026964"/>
    <w:rsid w:val="000472F1"/>
    <w:rsid w:val="00052689"/>
    <w:rsid w:val="00074307"/>
    <w:rsid w:val="00081FD5"/>
    <w:rsid w:val="00082596"/>
    <w:rsid w:val="0009567E"/>
    <w:rsid w:val="000A6BCE"/>
    <w:rsid w:val="000C1975"/>
    <w:rsid w:val="000C4D07"/>
    <w:rsid w:val="000E41DC"/>
    <w:rsid w:val="000E75EB"/>
    <w:rsid w:val="000F303D"/>
    <w:rsid w:val="00113EE1"/>
    <w:rsid w:val="00116F7E"/>
    <w:rsid w:val="00117142"/>
    <w:rsid w:val="00127B56"/>
    <w:rsid w:val="0013075E"/>
    <w:rsid w:val="00145042"/>
    <w:rsid w:val="001531FC"/>
    <w:rsid w:val="00161C8B"/>
    <w:rsid w:val="001941C5"/>
    <w:rsid w:val="001A3538"/>
    <w:rsid w:val="001A4078"/>
    <w:rsid w:val="001A61EC"/>
    <w:rsid w:val="001B130B"/>
    <w:rsid w:val="001F1C7B"/>
    <w:rsid w:val="001F5285"/>
    <w:rsid w:val="00222F0D"/>
    <w:rsid w:val="0023610C"/>
    <w:rsid w:val="00262DC1"/>
    <w:rsid w:val="00282412"/>
    <w:rsid w:val="00293FB1"/>
    <w:rsid w:val="002F2C78"/>
    <w:rsid w:val="00303A8F"/>
    <w:rsid w:val="00303D52"/>
    <w:rsid w:val="00305E53"/>
    <w:rsid w:val="00314153"/>
    <w:rsid w:val="00334A4C"/>
    <w:rsid w:val="00361411"/>
    <w:rsid w:val="003840F8"/>
    <w:rsid w:val="003B6292"/>
    <w:rsid w:val="003E15EA"/>
    <w:rsid w:val="00414A46"/>
    <w:rsid w:val="00426C17"/>
    <w:rsid w:val="0047415A"/>
    <w:rsid w:val="00476A49"/>
    <w:rsid w:val="004842AB"/>
    <w:rsid w:val="004878EB"/>
    <w:rsid w:val="004C2C2E"/>
    <w:rsid w:val="004C7FC9"/>
    <w:rsid w:val="004D4977"/>
    <w:rsid w:val="004D7E0C"/>
    <w:rsid w:val="00500630"/>
    <w:rsid w:val="00514947"/>
    <w:rsid w:val="00516AC6"/>
    <w:rsid w:val="005241B5"/>
    <w:rsid w:val="00531AC7"/>
    <w:rsid w:val="005410B3"/>
    <w:rsid w:val="00550988"/>
    <w:rsid w:val="0055213A"/>
    <w:rsid w:val="00574798"/>
    <w:rsid w:val="005872FA"/>
    <w:rsid w:val="00590573"/>
    <w:rsid w:val="005C105A"/>
    <w:rsid w:val="005E0C9B"/>
    <w:rsid w:val="005F539D"/>
    <w:rsid w:val="00601220"/>
    <w:rsid w:val="006035E5"/>
    <w:rsid w:val="006056C2"/>
    <w:rsid w:val="00607A31"/>
    <w:rsid w:val="00612032"/>
    <w:rsid w:val="00616D5D"/>
    <w:rsid w:val="00620D56"/>
    <w:rsid w:val="0062112B"/>
    <w:rsid w:val="00622885"/>
    <w:rsid w:val="00624DCD"/>
    <w:rsid w:val="006276D1"/>
    <w:rsid w:val="00632758"/>
    <w:rsid w:val="0066645B"/>
    <w:rsid w:val="00666543"/>
    <w:rsid w:val="006846FD"/>
    <w:rsid w:val="00686BC1"/>
    <w:rsid w:val="006B10E4"/>
    <w:rsid w:val="006B1AD9"/>
    <w:rsid w:val="006F5582"/>
    <w:rsid w:val="0072180F"/>
    <w:rsid w:val="00722826"/>
    <w:rsid w:val="00756C01"/>
    <w:rsid w:val="00770E66"/>
    <w:rsid w:val="00775B1E"/>
    <w:rsid w:val="00776CA9"/>
    <w:rsid w:val="007B0CA9"/>
    <w:rsid w:val="007B7FB6"/>
    <w:rsid w:val="007E02D0"/>
    <w:rsid w:val="00815976"/>
    <w:rsid w:val="0082485D"/>
    <w:rsid w:val="00824959"/>
    <w:rsid w:val="008542CD"/>
    <w:rsid w:val="00867B8F"/>
    <w:rsid w:val="00892231"/>
    <w:rsid w:val="008C50E7"/>
    <w:rsid w:val="008D24DA"/>
    <w:rsid w:val="008D25FB"/>
    <w:rsid w:val="008F4DA5"/>
    <w:rsid w:val="00913F61"/>
    <w:rsid w:val="00920967"/>
    <w:rsid w:val="009513FF"/>
    <w:rsid w:val="00957F63"/>
    <w:rsid w:val="00960F92"/>
    <w:rsid w:val="00961B3A"/>
    <w:rsid w:val="009731C2"/>
    <w:rsid w:val="009815AD"/>
    <w:rsid w:val="009847DF"/>
    <w:rsid w:val="00992248"/>
    <w:rsid w:val="009B56CF"/>
    <w:rsid w:val="009C1F56"/>
    <w:rsid w:val="009D4279"/>
    <w:rsid w:val="009D5743"/>
    <w:rsid w:val="009D65C9"/>
    <w:rsid w:val="009E2834"/>
    <w:rsid w:val="00A00F0D"/>
    <w:rsid w:val="00A0148E"/>
    <w:rsid w:val="00A57441"/>
    <w:rsid w:val="00A659DF"/>
    <w:rsid w:val="00A87D28"/>
    <w:rsid w:val="00A94EE6"/>
    <w:rsid w:val="00AC6251"/>
    <w:rsid w:val="00AD3A52"/>
    <w:rsid w:val="00AF39A9"/>
    <w:rsid w:val="00B00A1E"/>
    <w:rsid w:val="00B12A7F"/>
    <w:rsid w:val="00B13616"/>
    <w:rsid w:val="00B226D1"/>
    <w:rsid w:val="00B47111"/>
    <w:rsid w:val="00B64D63"/>
    <w:rsid w:val="00B65F8A"/>
    <w:rsid w:val="00B84824"/>
    <w:rsid w:val="00B96C77"/>
    <w:rsid w:val="00B96F1C"/>
    <w:rsid w:val="00BB009A"/>
    <w:rsid w:val="00BB78A6"/>
    <w:rsid w:val="00BC49DE"/>
    <w:rsid w:val="00BD16B7"/>
    <w:rsid w:val="00BD7B0B"/>
    <w:rsid w:val="00BE1690"/>
    <w:rsid w:val="00BF175F"/>
    <w:rsid w:val="00BF5D29"/>
    <w:rsid w:val="00C00606"/>
    <w:rsid w:val="00C15B3E"/>
    <w:rsid w:val="00C16D0B"/>
    <w:rsid w:val="00C513D6"/>
    <w:rsid w:val="00C6703F"/>
    <w:rsid w:val="00C83139"/>
    <w:rsid w:val="00C8483F"/>
    <w:rsid w:val="00CB4E11"/>
    <w:rsid w:val="00CC0CED"/>
    <w:rsid w:val="00CC1C5F"/>
    <w:rsid w:val="00CD1FC4"/>
    <w:rsid w:val="00CE259F"/>
    <w:rsid w:val="00CF5C6D"/>
    <w:rsid w:val="00D0549C"/>
    <w:rsid w:val="00D15F00"/>
    <w:rsid w:val="00D275CE"/>
    <w:rsid w:val="00D30C22"/>
    <w:rsid w:val="00D30F66"/>
    <w:rsid w:val="00D62D9A"/>
    <w:rsid w:val="00D6315A"/>
    <w:rsid w:val="00D94B12"/>
    <w:rsid w:val="00DA72BD"/>
    <w:rsid w:val="00DB7063"/>
    <w:rsid w:val="00DD4059"/>
    <w:rsid w:val="00DE4A34"/>
    <w:rsid w:val="00DF6C47"/>
    <w:rsid w:val="00E06D98"/>
    <w:rsid w:val="00E54137"/>
    <w:rsid w:val="00E61C3F"/>
    <w:rsid w:val="00E644FA"/>
    <w:rsid w:val="00E73D88"/>
    <w:rsid w:val="00E971DC"/>
    <w:rsid w:val="00EA090B"/>
    <w:rsid w:val="00EA0E88"/>
    <w:rsid w:val="00EB2FBE"/>
    <w:rsid w:val="00ED12A2"/>
    <w:rsid w:val="00ED4EC9"/>
    <w:rsid w:val="00EE08EA"/>
    <w:rsid w:val="00F0210C"/>
    <w:rsid w:val="00F07D68"/>
    <w:rsid w:val="00F2183F"/>
    <w:rsid w:val="00F233B7"/>
    <w:rsid w:val="00F255F8"/>
    <w:rsid w:val="00F30EDB"/>
    <w:rsid w:val="00F36144"/>
    <w:rsid w:val="00F430EA"/>
    <w:rsid w:val="00F873B6"/>
    <w:rsid w:val="00FA0F72"/>
    <w:rsid w:val="00FB2987"/>
    <w:rsid w:val="00FB791E"/>
    <w:rsid w:val="00FD660E"/>
    <w:rsid w:val="00FE6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1059C275"/>
  <w15:chartTrackingRefBased/>
  <w15:docId w15:val="{80884A66-1960-42A5-BDE9-235F5D9B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40F8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8483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8483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E1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430E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430EA"/>
    <w:rPr>
      <w:sz w:val="22"/>
      <w:szCs w:val="22"/>
      <w:lang w:eastAsia="en-US"/>
    </w:rPr>
  </w:style>
  <w:style w:type="character" w:styleId="Riferimentointenso">
    <w:name w:val="Intense Reference"/>
    <w:uiPriority w:val="32"/>
    <w:qFormat/>
    <w:rsid w:val="00F430EA"/>
    <w:rPr>
      <w:b/>
      <w:bCs/>
      <w:smallCaps/>
      <w:color w:val="5B9BD5"/>
      <w:spacing w:val="5"/>
    </w:rPr>
  </w:style>
  <w:style w:type="character" w:styleId="Titolodellibro">
    <w:name w:val="Book Title"/>
    <w:uiPriority w:val="33"/>
    <w:qFormat/>
    <w:rsid w:val="00F430EA"/>
    <w:rPr>
      <w:b/>
      <w:bCs/>
      <w:i/>
      <w:iCs/>
      <w:spacing w:val="5"/>
    </w:rPr>
  </w:style>
  <w:style w:type="character" w:styleId="Enfasigrassetto">
    <w:name w:val="Strong"/>
    <w:uiPriority w:val="22"/>
    <w:qFormat/>
    <w:rsid w:val="00F430EA"/>
    <w:rPr>
      <w:b/>
      <w:bCs/>
    </w:rPr>
  </w:style>
  <w:style w:type="character" w:customStyle="1" w:styleId="Titolo1Carattere">
    <w:name w:val="Titolo 1 Carattere"/>
    <w:link w:val="Titolo1"/>
    <w:uiPriority w:val="9"/>
    <w:rsid w:val="00C8483F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rsid w:val="00C8483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A5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5744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colato\Desktop\WindowsApplication10\bin\Debug\CondDimDDPS_UK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C47F-CB16-43A9-B6A2-2C966DE62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CondDimDDPS_UK.dot</Template>
  <TotalTime>93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Colato, Simone</cp:lastModifiedBy>
  <cp:revision>52</cp:revision>
  <dcterms:created xsi:type="dcterms:W3CDTF">2019-03-30T09:33:00Z</dcterms:created>
  <dcterms:modified xsi:type="dcterms:W3CDTF">2025-08-06T13:36:00Z</dcterms:modified>
</cp:coreProperties>
</file>